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C70" w:rsidRPr="006E7941" w:rsidRDefault="00575972" w:rsidP="006E7941">
      <w:pPr>
        <w:pStyle w:val="Title"/>
      </w:pPr>
      <w:r w:rsidRPr="006E7941">
        <w:t>H5edit</w:t>
      </w:r>
      <w:r w:rsidR="0016750D" w:rsidRPr="006E7941">
        <w:t xml:space="preserve"> </w:t>
      </w:r>
      <w:r w:rsidR="00597E6B">
        <w:t>User Guide</w:t>
      </w:r>
    </w:p>
    <w:p w:rsidR="00575972" w:rsidRPr="00191ABF" w:rsidRDefault="00597E6B" w:rsidP="00191ABF">
      <w:pPr>
        <w:pStyle w:val="Heading1"/>
        <w:rPr>
          <w:rFonts w:eastAsia="Times New Roman"/>
        </w:rPr>
      </w:pPr>
      <w:r w:rsidRPr="00191ABF">
        <w:rPr>
          <w:rFonts w:eastAsia="Times New Roman"/>
        </w:rPr>
        <w:t>Introduction</w:t>
      </w:r>
    </w:p>
    <w:p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rsidR="005A5334" w:rsidRDefault="005A5334" w:rsidP="00597E6B">
      <w:pPr>
        <w:rPr>
          <w:rFonts w:eastAsia="Times New Roman"/>
        </w:rPr>
      </w:pPr>
      <w:r>
        <w:rPr>
          <w:rFonts w:eastAsia="Times New Roman"/>
        </w:rPr>
        <w:t>Here are some simple examples of using the H5edit tool.</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rsidR="00AB2BC6" w:rsidRDefault="00AB2BC6" w:rsidP="005A5334">
      <w:pPr>
        <w:rPr>
          <w:rFonts w:eastAsia="Times New Roman"/>
        </w:rPr>
      </w:pPr>
      <w:r w:rsidRPr="00AB2BC6">
        <w:rPr>
          <w:rFonts w:eastAsia="Times New Roman"/>
        </w:rPr>
        <w:t>This first release supports commands for the creation and deletion of attributes of datasets and groups only. Supports for more commands and other HDF5 objects will be implemented in future releases.</w:t>
      </w:r>
    </w:p>
    <w:p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rsidR="000E517F" w:rsidRDefault="00DF5D34" w:rsidP="000E517F">
      <w:pPr>
        <w:rPr>
          <w:lang w:eastAsia="ko-KR"/>
        </w:rPr>
      </w:pPr>
      <w:r>
        <w:rPr>
          <w:lang w:eastAsia="ko-KR"/>
        </w:rPr>
        <w:t>This</w:t>
      </w:r>
      <w:r w:rsidR="000E517F">
        <w:rPr>
          <w:lang w:eastAsia="ko-KR"/>
        </w:rPr>
        <w:t xml:space="preserve"> version of H5edit supports two kinds of commands, CREATE and DELETE.</w:t>
      </w:r>
    </w:p>
    <w:p w:rsidR="000E517F"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r w:rsidR="004A455A">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F67410" w:rsidRPr="000E517F"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rsidR="00F67410" w:rsidRDefault="00F67410" w:rsidP="00F67410">
      <w:pPr>
        <w:pStyle w:val="Heading2"/>
        <w:rPr>
          <w:rFonts w:eastAsia="Times New Roman"/>
        </w:rPr>
      </w:pPr>
      <w:r>
        <w:rPr>
          <w:rFonts w:eastAsia="Times New Roman"/>
        </w:rPr>
        <w:t>Dataspaces Supported</w:t>
      </w:r>
    </w:p>
    <w:p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rsidR="00F67410" w:rsidRDefault="00F67410" w:rsidP="00F67410">
      <w:pPr>
        <w:pStyle w:val="Heading3"/>
      </w:pPr>
      <w:r>
        <w:lastRenderedPageBreak/>
        <w:t>Scalar space</w:t>
      </w:r>
    </w:p>
    <w:p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rsidR="00F67410" w:rsidRPr="00F67410" w:rsidRDefault="00F67410" w:rsidP="00F67410">
      <w:pPr>
        <w:pStyle w:val="Heading3"/>
      </w:pPr>
      <w:r>
        <w:t>Dimension space</w:t>
      </w:r>
    </w:p>
    <w:p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rsidR="00BD294D" w:rsidRDefault="00BD294D" w:rsidP="00F67410">
      <w:pPr>
        <w:rPr>
          <w:lang w:eastAsia="ko-KR"/>
        </w:rPr>
      </w:pPr>
      <w:r>
        <w:rPr>
          <w:lang w:eastAsia="ko-KR"/>
        </w:rPr>
        <w:t>SIMPLE (2,3,4)</w:t>
      </w:r>
    </w:p>
    <w:p w:rsidR="00BD294D" w:rsidRDefault="00FB096D" w:rsidP="00F67410">
      <w:pPr>
        <w:rPr>
          <w:lang w:eastAsia="ko-KR"/>
        </w:rPr>
      </w:pPr>
      <w:r>
        <w:rPr>
          <w:lang w:eastAsia="ko-KR"/>
        </w:rPr>
        <w:t>i</w:t>
      </w:r>
      <w:r w:rsidR="00BD294D">
        <w:rPr>
          <w:lang w:eastAsia="ko-KR"/>
        </w:rPr>
        <w:t>s a 3-dimensional array of 24 data elements total.</w:t>
      </w:r>
    </w:p>
    <w:p w:rsidR="00BD294D" w:rsidRDefault="00BD294D" w:rsidP="00BD294D">
      <w:pPr>
        <w:pStyle w:val="Heading3"/>
      </w:pPr>
      <w:r>
        <w:t>Other dataspaces</w:t>
      </w:r>
    </w:p>
    <w:p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rsidR="00BD294D" w:rsidRDefault="00BD294D" w:rsidP="00BD294D">
      <w:pPr>
        <w:pStyle w:val="Heading3"/>
      </w:pPr>
      <w:r>
        <w:t>Integer</w:t>
      </w:r>
      <w:r w:rsidR="00FB096D">
        <w:t xml:space="preserve"> </w:t>
      </w:r>
      <w:r>
        <w:t>Types</w:t>
      </w:r>
    </w:p>
    <w:p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rsidR="00246402" w:rsidRDefault="00246402" w:rsidP="00161BD1">
      <w:pPr>
        <w:ind w:left="720"/>
      </w:pPr>
      <w:r>
        <w:t>Signed big endian 8, 16, 32 and 64 bits integers.</w:t>
      </w:r>
    </w:p>
    <w:p w:rsidR="00246402" w:rsidRDefault="00246402" w:rsidP="00BD294D">
      <w:pPr>
        <w:pStyle w:val="HTMLPreformatted"/>
        <w:rPr>
          <w:b/>
        </w:rPr>
      </w:pPr>
    </w:p>
    <w:p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rsidR="00246402" w:rsidRDefault="00246402" w:rsidP="00161BD1">
      <w:pPr>
        <w:ind w:left="720"/>
      </w:pPr>
      <w:r>
        <w:t>Signed little endian 8, 16, 32 and 64 bits integers.</w:t>
      </w:r>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rsidR="00246402" w:rsidRDefault="00246402" w:rsidP="00161BD1">
      <w:pPr>
        <w:ind w:left="720"/>
      </w:pPr>
      <w:r>
        <w:t>Unsigned big endian 8, 16, 32 and 64 bits integers.</w:t>
      </w:r>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rsidR="00246402" w:rsidRDefault="00246402" w:rsidP="00161BD1">
      <w:pPr>
        <w:ind w:left="720"/>
      </w:pPr>
      <w:r>
        <w:t>Unsigned little endian 8, 16, 32 and 64 bits integers.</w:t>
      </w:r>
    </w:p>
    <w:p w:rsidR="00246402" w:rsidRDefault="00246402" w:rsidP="00246402">
      <w:pPr>
        <w:pStyle w:val="HTMLPreformatted"/>
        <w:rPr>
          <w:b/>
        </w:rPr>
      </w:pPr>
    </w:p>
    <w:p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rsidR="00246402" w:rsidRDefault="00246402" w:rsidP="00246402">
      <w:pPr>
        <w:pStyle w:val="HTMLPreformatted"/>
        <w:rPr>
          <w:b/>
        </w:rPr>
      </w:pPr>
      <w:r w:rsidRPr="001A0233">
        <w:rPr>
          <w:b/>
        </w:rPr>
        <w:t>H5T_NATIVE_CHAR</w:t>
      </w:r>
      <w:r>
        <w:t xml:space="preserve">, </w:t>
      </w:r>
      <w:r w:rsidRPr="001A0233">
        <w:rPr>
          <w:b/>
        </w:rPr>
        <w:t>H5T_NATIVE_UCHAR</w:t>
      </w:r>
      <w:r>
        <w:t>:</w:t>
      </w:r>
    </w:p>
    <w:p w:rsidR="00246402" w:rsidRDefault="00246402" w:rsidP="00161BD1">
      <w:pPr>
        <w:ind w:left="720"/>
      </w:pPr>
      <w:r>
        <w:t xml:space="preserve">Native char </w:t>
      </w:r>
      <w:r w:rsidR="00393F0D">
        <w:t>and unsigned char types.</w:t>
      </w:r>
    </w:p>
    <w:p w:rsidR="00246402" w:rsidRDefault="00246402" w:rsidP="00246402">
      <w:pPr>
        <w:pStyle w:val="HTMLPreformatted"/>
        <w:rPr>
          <w:b/>
        </w:rPr>
      </w:pPr>
    </w:p>
    <w:p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rsidR="00393F0D" w:rsidRDefault="00393F0D" w:rsidP="00161BD1">
      <w:pPr>
        <w:ind w:left="720"/>
      </w:pPr>
      <w:r>
        <w:t>Native signed short, int, long and long long type.</w:t>
      </w:r>
    </w:p>
    <w:p w:rsidR="00393F0D" w:rsidRPr="00393F0D" w:rsidRDefault="00393F0D" w:rsidP="00393F0D">
      <w:pPr>
        <w:pStyle w:val="HTMLPreformatted"/>
        <w:rPr>
          <w:b/>
        </w:rPr>
      </w:pPr>
    </w:p>
    <w:p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rsidR="00393F0D" w:rsidRDefault="00393F0D" w:rsidP="00161BD1">
      <w:pPr>
        <w:ind w:left="720"/>
      </w:pPr>
      <w:r>
        <w:t>Native unsigned short, int, long and long long type.</w:t>
      </w:r>
    </w:p>
    <w:p w:rsidR="00BD294D" w:rsidRDefault="00BD294D" w:rsidP="00BD294D">
      <w:pPr>
        <w:pStyle w:val="Heading3"/>
      </w:pPr>
      <w:r>
        <w:lastRenderedPageBreak/>
        <w:t>Floating Point Types</w:t>
      </w:r>
    </w:p>
    <w:p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rsidR="00393F0D" w:rsidRDefault="000E71CE" w:rsidP="00161BD1">
      <w:pPr>
        <w:ind w:left="720"/>
      </w:pPr>
      <w:r>
        <w:t>IEEE big endian 32 and 64 bits floating point types.</w:t>
      </w:r>
    </w:p>
    <w:p w:rsidR="00393F0D" w:rsidRDefault="00393F0D" w:rsidP="00393F0D">
      <w:pPr>
        <w:pStyle w:val="HTMLPreformatted"/>
      </w:pPr>
    </w:p>
    <w:p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rsidR="000E71CE" w:rsidRDefault="000E71CE" w:rsidP="00161BD1">
      <w:pPr>
        <w:ind w:left="720"/>
      </w:pPr>
      <w:r>
        <w:t>IEEE little endian 32 and 64 bits floating point types.</w:t>
      </w:r>
    </w:p>
    <w:p w:rsidR="000E71CE" w:rsidRDefault="000E71CE" w:rsidP="000E71CE">
      <w:pPr>
        <w:pStyle w:val="HTMLPreformatted"/>
        <w:rPr>
          <w:b/>
        </w:rPr>
      </w:pPr>
    </w:p>
    <w:p w:rsidR="000E71CE" w:rsidRDefault="000E71CE" w:rsidP="000E71CE">
      <w:r>
        <w:t>The following floating point types are of the C programming language and are machine dependent</w:t>
      </w:r>
      <w:r w:rsidR="00161BD1">
        <w:t>. They are indicated by the following keywords</w:t>
      </w:r>
      <w:r>
        <w:t>:</w:t>
      </w:r>
    </w:p>
    <w:p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rsidR="000E71CE" w:rsidRDefault="000E71CE" w:rsidP="00161BD1">
      <w:pPr>
        <w:ind w:left="720"/>
      </w:pPr>
      <w:r>
        <w:t>Native float, double, and long double types.</w:t>
      </w:r>
    </w:p>
    <w:p w:rsidR="00393F0D" w:rsidRPr="00D7652A" w:rsidRDefault="00393F0D" w:rsidP="000E71CE">
      <w:pPr>
        <w:pStyle w:val="HTMLPreformatted"/>
        <w:rPr>
          <w:b/>
        </w:rPr>
      </w:pPr>
    </w:p>
    <w:p w:rsidR="00BD294D" w:rsidRDefault="00BD294D" w:rsidP="00BD294D">
      <w:pPr>
        <w:pStyle w:val="Heading3"/>
      </w:pPr>
      <w:r>
        <w:t>String Types</w:t>
      </w:r>
    </w:p>
    <w:p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rsidR="0060395B" w:rsidRDefault="0060395B" w:rsidP="0060395B">
      <w:r>
        <w:t xml:space="preserve">The string size is indicated by the keyword, </w:t>
      </w:r>
      <w:r w:rsidRPr="00DA281C">
        <w:rPr>
          <w:b/>
        </w:rPr>
        <w:t>STRSIZE</w:t>
      </w:r>
      <w:r>
        <w:t>, followed by a positive integer value of the string size.</w:t>
      </w:r>
    </w:p>
    <w:p w:rsidR="0060395B" w:rsidRDefault="0060395B" w:rsidP="0060395B">
      <w:r>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rsidR="0060395B" w:rsidRPr="0060395B" w:rsidRDefault="0060395B" w:rsidP="0060395B">
      <w:pPr>
        <w:ind w:left="720"/>
        <w:rPr>
          <w:rFonts w:eastAsia="Times New Roman"/>
        </w:rPr>
      </w:pPr>
      <w:r>
        <w:rPr>
          <w:rFonts w:eastAsia="Times New Roman"/>
        </w:rPr>
        <w:t>Null terminated as in the C programming language</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rsidR="00C90483" w:rsidRDefault="00C90483" w:rsidP="00C90483">
      <w:pPr>
        <w:pStyle w:val="Heading3"/>
        <w:rPr>
          <w:rFonts w:eastAsia="Times New Roman"/>
        </w:rPr>
      </w:pPr>
      <w:r>
        <w:rPr>
          <w:rFonts w:eastAsia="Times New Roman"/>
        </w:rPr>
        <w:t>Other HDF5 Types</w:t>
      </w:r>
    </w:p>
    <w:p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rsidR="00FC55ED" w:rsidRDefault="00FC55ED" w:rsidP="009522E3">
      <w:pPr>
        <w:pStyle w:val="Heading1"/>
        <w:rPr>
          <w:rFonts w:eastAsia="Times New Roman"/>
        </w:rPr>
      </w:pPr>
      <w:r>
        <w:rPr>
          <w:rFonts w:eastAsia="Times New Roman"/>
        </w:rPr>
        <w:t>Command line options</w:t>
      </w:r>
    </w:p>
    <w:p w:rsidR="00FC55ED" w:rsidRDefault="00FC55ED" w:rsidP="00FC55ED">
      <w:pPr>
        <w:pStyle w:val="Heading2"/>
      </w:pPr>
      <w:r>
        <w:t>Command File</w:t>
      </w:r>
    </w:p>
    <w:p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w:t>
      </w:r>
      <w:r w:rsidR="00FC55ED">
        <w:rPr>
          <w:lang w:eastAsia="ko-KR"/>
        </w:rPr>
        <w:lastRenderedPageBreak/>
        <w:t>commands be stored in a text file in free format. This will be easier for users as they need not worry about the shell meta-character issues.</w:t>
      </w:r>
      <w:r>
        <w:rPr>
          <w:lang w:eastAsia="ko-KR"/>
        </w:rPr>
        <w:t xml:space="preserve">  For example:</w:t>
      </w:r>
    </w:p>
    <w:p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6D022D" w:rsidRDefault="006D022D" w:rsidP="006D022D">
      <w:pPr>
        <w:jc w:val="left"/>
        <w:rPr>
          <w:rFonts w:ascii="Courier New" w:eastAsia="Times New Roman" w:hAnsi="Courier New" w:cs="Courier New"/>
        </w:rPr>
      </w:pPr>
    </w:p>
    <w:p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rsidR="00BC7086" w:rsidRDefault="00BC7086" w:rsidP="00BC7086">
      <w:pPr>
        <w:rPr>
          <w:lang w:eastAsia="ko-KR"/>
        </w:rPr>
      </w:pPr>
      <w:r>
        <w:rPr>
          <w:lang w:eastAsia="ko-KR"/>
        </w:rPr>
        <w:t>The following are some other features that will be implemented in the future.</w:t>
      </w:r>
    </w:p>
    <w:p w:rsidR="00BC7086" w:rsidRDefault="00BC7086" w:rsidP="00BC7086">
      <w:pPr>
        <w:pStyle w:val="Heading2"/>
      </w:pPr>
      <w:r>
        <w:t>Dryrun Option</w:t>
      </w:r>
    </w:p>
    <w:p w:rsidR="00BC7086" w:rsidRDefault="00BC7086" w:rsidP="00BC7086">
      <w:pPr>
        <w:rPr>
          <w:lang w:eastAsia="ko-KR"/>
        </w:rPr>
      </w:pPr>
      <w:r>
        <w:rPr>
          <w:lang w:eastAsia="ko-KR"/>
        </w:rPr>
        <w:t>This option will allow H5edit checks the syntax correctness of the commands without making any real change to the HDF5 data file. This will be implemented in the future.</w:t>
      </w:r>
    </w:p>
    <w:p w:rsidR="00BC7086" w:rsidRDefault="00BC7086" w:rsidP="00BC7086">
      <w:pPr>
        <w:pStyle w:val="Heading2"/>
      </w:pPr>
      <w:r>
        <w:t>Command Atomicity</w:t>
      </w:r>
    </w:p>
    <w:p w:rsidR="00BC7086" w:rsidRDefault="00723755" w:rsidP="00BC7086">
      <w:pPr>
        <w:rPr>
          <w:lang w:eastAsia="ko-KR"/>
        </w:rPr>
      </w:pPr>
      <w:r>
        <w:rPr>
          <w:lang w:eastAsia="ko-KR"/>
        </w:rPr>
        <w:t xml:space="preserve">It is important to users’ production data file that the H5edit will execute the commands in an atomic manner, that is, it is either all success or no changes if there is any error. Otherwise, the HDF5 data file can be partially changed, </w:t>
      </w:r>
      <w:r w:rsidR="00FB096D">
        <w:rPr>
          <w:lang w:eastAsia="ko-KR"/>
        </w:rPr>
        <w:t xml:space="preserve">which is </w:t>
      </w:r>
      <w:r>
        <w:rPr>
          <w:lang w:eastAsia="ko-KR"/>
        </w:rPr>
        <w:t>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rsidR="00723755" w:rsidRDefault="00723755" w:rsidP="00BC7086">
      <w:pPr>
        <w:rPr>
          <w:lang w:eastAsia="ko-KR"/>
        </w:rPr>
      </w:pPr>
      <w:r>
        <w:rPr>
          <w:lang w:eastAsia="ko-KR"/>
        </w:rPr>
        <w:t>In the future version, the atomic features will be implemented.</w:t>
      </w:r>
    </w:p>
    <w:p w:rsidR="009E2459" w:rsidRDefault="00236FAE" w:rsidP="009522E3">
      <w:pPr>
        <w:pStyle w:val="Heading1"/>
        <w:rPr>
          <w:rFonts w:eastAsia="Times New Roman"/>
        </w:rPr>
      </w:pPr>
      <w:r>
        <w:rPr>
          <w:rFonts w:eastAsia="Times New Roman"/>
        </w:rPr>
        <w:lastRenderedPageBreak/>
        <w:t xml:space="preserve">Tool </w:t>
      </w:r>
      <w:r w:rsidR="009E2459">
        <w:rPr>
          <w:rFonts w:eastAsia="Times New Roman"/>
        </w:rPr>
        <w:t xml:space="preserve">Command </w:t>
      </w:r>
      <w:r w:rsidR="000E517F">
        <w:rPr>
          <w:rFonts w:eastAsia="Times New Roman"/>
        </w:rPr>
        <w:t>S</w:t>
      </w:r>
      <w:r w:rsidR="009E2459">
        <w:rPr>
          <w:rFonts w:eastAsia="Times New Roman"/>
        </w:rPr>
        <w:t>yntax</w:t>
      </w:r>
    </w:p>
    <w:p w:rsidR="00C90483" w:rsidRDefault="00C90483" w:rsidP="00C90483">
      <w:r>
        <w:rPr>
          <w:rStyle w:val="Strong"/>
        </w:rPr>
        <w:t>Syntax:</w:t>
      </w:r>
      <w:r>
        <w:t xml:space="preserve"> </w:t>
      </w:r>
    </w:p>
    <w:p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rsidR="00C90483" w:rsidRDefault="00C90483" w:rsidP="00C90483">
      <w:r>
        <w:rPr>
          <w:rStyle w:val="Strong"/>
        </w:rPr>
        <w:t>Purpose:</w:t>
      </w:r>
      <w:r>
        <w:t xml:space="preserve"> </w:t>
      </w:r>
    </w:p>
    <w:p w:rsidR="00C90483" w:rsidRDefault="00C90483" w:rsidP="00C90483">
      <w:pPr>
        <w:ind w:left="720"/>
      </w:pPr>
      <w:r>
        <w:t xml:space="preserve">An HDF5 file editor. </w:t>
      </w:r>
    </w:p>
    <w:p w:rsidR="00C90483" w:rsidRDefault="00C90483" w:rsidP="00C90483">
      <w:r>
        <w:rPr>
          <w:rStyle w:val="Strong"/>
        </w:rPr>
        <w:t>Description:</w:t>
      </w:r>
      <w:r>
        <w:t xml:space="preserve"> </w:t>
      </w:r>
    </w:p>
    <w:p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rsidR="00C90483" w:rsidRDefault="00C90483" w:rsidP="00C90483">
      <w:r>
        <w:rPr>
          <w:rStyle w:val="Strong"/>
        </w:rPr>
        <w:t>Options and Parameters:</w:t>
      </w:r>
      <w:r>
        <w:t xml:space="preserve"> </w:t>
      </w:r>
    </w:p>
    <w:tbl>
      <w:tblPr>
        <w:tblW w:w="5000" w:type="pct"/>
        <w:tblCellSpacing w:w="15" w:type="dxa"/>
        <w:tblInd w:w="720" w:type="dxa"/>
        <w:tblLook w:val="04A0"/>
      </w:tblPr>
      <w:tblGrid>
        <w:gridCol w:w="9450"/>
      </w:tblGrid>
      <w:tr w:rsidR="00C90483" w:rsidTr="00BC7086">
        <w:trPr>
          <w:tblCellSpacing w:w="15" w:type="dxa"/>
        </w:trPr>
        <w:tc>
          <w:tcPr>
            <w:tcW w:w="0" w:type="auto"/>
            <w:tcMar>
              <w:top w:w="15" w:type="dxa"/>
              <w:left w:w="15" w:type="dxa"/>
              <w:bottom w:w="15" w:type="dxa"/>
              <w:right w:w="15" w:type="dxa"/>
            </w:tcMar>
            <w:hideMark/>
          </w:tcPr>
          <w:p w:rsidR="00C90483" w:rsidRDefault="00C90483" w:rsidP="00BC7086">
            <w:r>
              <w:t>These terms are used as follows in this section:</w:t>
            </w:r>
          </w:p>
          <w:p w:rsidR="00C90483" w:rsidRDefault="00C90483" w:rsidP="00BC7086">
            <w:pPr>
              <w:rPr>
                <w:rFonts w:ascii="Courier New" w:hAnsi="Courier New" w:cs="Courier New"/>
              </w:rPr>
            </w:pPr>
            <w:r>
              <w:rPr>
                <w:rFonts w:ascii="Courier New" w:hAnsi="Courier New" w:cs="Courier New"/>
              </w:rPr>
              <w:t>-h, --help</w:t>
            </w:r>
          </w:p>
          <w:p w:rsidR="00C90483" w:rsidRDefault="00C90483" w:rsidP="00BC7086">
            <w:pPr>
              <w:ind w:left="720"/>
            </w:pPr>
            <w:r>
              <w:t>Prints a usage message and exits.</w:t>
            </w:r>
          </w:p>
          <w:p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rsidR="00C90483" w:rsidRDefault="00C90483" w:rsidP="00BC7086">
            <w:pPr>
              <w:ind w:left="720"/>
              <w:rPr>
                <w:i/>
              </w:rPr>
            </w:pPr>
            <w:r>
              <w:t xml:space="preserve">Specifies an H5edit command to apply to the file </w:t>
            </w:r>
            <w:r>
              <w:rPr>
                <w:i/>
              </w:rPr>
              <w:t>h5file.</w:t>
            </w:r>
          </w:p>
          <w:p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rsidR="00C90483" w:rsidRDefault="00C90483" w:rsidP="00BC7086">
            <w:pPr>
              <w:ind w:left="720"/>
              <w:rPr>
                <w:i/>
              </w:rPr>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p>
          <w:p w:rsidR="00C90483" w:rsidRDefault="00C90483" w:rsidP="00BC7086">
            <w:pPr>
              <w:rPr>
                <w:rFonts w:ascii="Courier New" w:hAnsi="Courier New" w:cs="Courier New"/>
                <w:i/>
              </w:rPr>
            </w:pPr>
            <w:r>
              <w:rPr>
                <w:rFonts w:ascii="Courier New" w:hAnsi="Courier New" w:cs="Courier New"/>
              </w:rPr>
              <w:t>--dryrun</w:t>
            </w:r>
          </w:p>
          <w:p w:rsidR="00DA281C" w:rsidRPr="00DA281C" w:rsidRDefault="00DA281C" w:rsidP="00DA281C">
            <w:pPr>
              <w:ind w:left="720"/>
              <w:rPr>
                <w:i/>
              </w:rPr>
            </w:pPr>
            <w:r w:rsidRPr="00DA281C">
              <w:rPr>
                <w:i/>
              </w:rPr>
              <w:t>(To be supported in future implementation)</w:t>
            </w:r>
          </w:p>
          <w:p w:rsidR="00C90483" w:rsidRDefault="00C90483" w:rsidP="00BC7086">
            <w:pPr>
              <w:ind w:left="720"/>
            </w:pPr>
            <w:r>
              <w:t>Just check the syntax of the H5edit commands against the HDF5 file without making the actual changes to the HDF5 file.</w:t>
            </w:r>
          </w:p>
          <w:p w:rsidR="00C90483" w:rsidRDefault="00C90483" w:rsidP="00BC7086">
            <w:pPr>
              <w:rPr>
                <w:rFonts w:ascii="Courier New" w:hAnsi="Courier New" w:cs="Courier New"/>
                <w:i/>
              </w:rPr>
            </w:pPr>
            <w:r>
              <w:rPr>
                <w:rFonts w:ascii="Courier New" w:hAnsi="Courier New" w:cs="Courier New"/>
              </w:rPr>
              <w:t>--atomic[=</w:t>
            </w:r>
            <w:r>
              <w:rPr>
                <w:rFonts w:ascii="Courier New" w:hAnsi="Courier New" w:cs="Courier New"/>
                <w:i/>
              </w:rPr>
              <w:t>atomic-level</w:t>
            </w:r>
            <w:r>
              <w:rPr>
                <w:rFonts w:ascii="Courier New" w:hAnsi="Courier New" w:cs="Courier New"/>
              </w:rPr>
              <w:t>]</w:t>
            </w:r>
          </w:p>
          <w:p w:rsidR="00C90483" w:rsidRDefault="00C90483" w:rsidP="00BC7086">
            <w:pPr>
              <w:ind w:left="720"/>
              <w:rPr>
                <w:i/>
              </w:rPr>
            </w:pPr>
            <w:r>
              <w:rPr>
                <w:i/>
              </w:rPr>
              <w:t>(To be supported in future implementation)</w:t>
            </w:r>
          </w:p>
          <w:p w:rsidR="00C90483" w:rsidRDefault="00C90483" w:rsidP="00BC7086">
            <w:pPr>
              <w:ind w:left="720"/>
            </w:pPr>
            <w:r>
              <w:t>Specifies the atomic level:</w:t>
            </w:r>
          </w:p>
          <w:p w:rsidR="00C90483" w:rsidRDefault="00C90483" w:rsidP="00BC708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rsidR="00C90483" w:rsidRDefault="00C90483" w:rsidP="00BC7086">
            <w:pPr>
              <w:ind w:left="1440"/>
              <w:rPr>
                <w:lang w:eastAsia="ko-KR"/>
              </w:rPr>
            </w:pPr>
            <w:r w:rsidRPr="00867BCA">
              <w:rPr>
                <w:rFonts w:ascii="Courier New" w:hAnsi="Courier New" w:cs="Courier New"/>
                <w:i/>
              </w:rPr>
              <w:t xml:space="preserve">no: </w:t>
            </w:r>
            <w:r>
              <w:rPr>
                <w:lang w:eastAsia="ko-KR"/>
              </w:rPr>
              <w:t>No atomicity is desired. Do as much changes as possible.</w:t>
            </w:r>
          </w:p>
          <w:p w:rsidR="00C90483" w:rsidRDefault="00C90483" w:rsidP="00C90483">
            <w:pPr>
              <w:ind w:left="1440"/>
            </w:pPr>
            <w:r w:rsidRPr="00867BCA">
              <w:rPr>
                <w:rFonts w:ascii="Courier New" w:hAnsi="Courier New" w:cs="Courier New"/>
                <w:i/>
              </w:rPr>
              <w:t>inc:</w:t>
            </w:r>
            <w:r w:rsidRPr="00867BCA">
              <w:rPr>
                <w:rFonts w:ascii="Courier New" w:hAnsi="Courier New" w:cs="Courier New"/>
              </w:rPr>
              <w:t xml:space="preserve"> </w:t>
            </w:r>
            <w:r>
              <w:rPr>
                <w:lang w:eastAsia="ko-KR"/>
              </w:rPr>
              <w:t>Atomicity of changes at individual command level is desired, not the entire execution.</w:t>
            </w:r>
          </w:p>
        </w:tc>
      </w:tr>
    </w:tbl>
    <w:p w:rsidR="00597E6B" w:rsidRDefault="009E2459" w:rsidP="009522E3">
      <w:pPr>
        <w:pStyle w:val="Heading1"/>
        <w:rPr>
          <w:rFonts w:eastAsia="Times New Roman"/>
        </w:rPr>
      </w:pPr>
      <w:r>
        <w:rPr>
          <w:rFonts w:eastAsia="Times New Roman"/>
        </w:rPr>
        <w:lastRenderedPageBreak/>
        <w:t>Examples</w:t>
      </w:r>
    </w:p>
    <w:p w:rsidR="00BC7086" w:rsidRDefault="006B11C6" w:rsidP="00236FAE">
      <w:pPr>
        <w:pStyle w:val="Heading2"/>
      </w:pPr>
      <w:r>
        <w:t xml:space="preserve">Add Attributes to a </w:t>
      </w:r>
      <w:r w:rsidR="001930CD">
        <w:t>File</w:t>
      </w:r>
    </w:p>
    <w:p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t>Delete Attributes from a File</w:t>
      </w:r>
    </w:p>
    <w:p w:rsidR="00D72344" w:rsidRPr="00D72344" w:rsidRDefault="00D72344" w:rsidP="00D72344">
      <w:pPr>
        <w:rPr>
          <w:lang w:eastAsia="ko-KR"/>
        </w:rPr>
      </w:pPr>
      <w:r>
        <w:rPr>
          <w:lang w:eastAsia="ko-KR"/>
        </w:rPr>
        <w:t>This deletes all the attributes just created by the command above.</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t>Using command-file option</w:t>
      </w:r>
    </w:p>
    <w:p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lastRenderedPageBreak/>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rsidR="00A65312" w:rsidRPr="00A65312" w:rsidRDefault="00A65312" w:rsidP="00A65312">
      <w:pPr>
        <w:rPr>
          <w:rFonts w:ascii="Courier New" w:eastAsia="Times New Roman" w:hAnsi="Courier New" w:cs="Courier New"/>
          <w:sz w:val="20"/>
          <w:szCs w:val="20"/>
        </w:rPr>
      </w:pPr>
    </w:p>
    <w:p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rsidR="00D72344" w:rsidRDefault="00D72344" w:rsidP="006B11C6">
      <w:pPr>
        <w:jc w:val="left"/>
        <w:rPr>
          <w:rFonts w:ascii="Courier New" w:eastAsia="Times New Roman" w:hAnsi="Courier New" w:cs="Courier New"/>
        </w:rPr>
      </w:pPr>
    </w:p>
    <w:p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rsidR="00FE3E32" w:rsidRDefault="0047445F" w:rsidP="00FE3E32">
      <w:pPr>
        <w:pStyle w:val="Heading1"/>
        <w:rPr>
          <w:rFonts w:eastAsia="Times New Roman"/>
        </w:rPr>
      </w:pPr>
      <w:r>
        <w:rPr>
          <w:rFonts w:eastAsia="Times New Roman"/>
        </w:rPr>
        <w:t>Comments</w:t>
      </w:r>
    </w:p>
    <w:p w:rsidR="00FE3E32" w:rsidRPr="00FE3E32" w:rsidRDefault="00FE3E32" w:rsidP="00FE3E32">
      <w:pPr>
        <w:rPr>
          <w:lang w:eastAsia="ko-KR"/>
        </w:rPr>
      </w:pPr>
      <w:r>
        <w:rPr>
          <w:lang w:eastAsia="ko-KR"/>
        </w:rPr>
        <w:t xml:space="preserve">This </w:t>
      </w:r>
      <w:r w:rsidR="00DA281C">
        <w:rPr>
          <w:lang w:eastAsia="ko-KR"/>
        </w:rPr>
        <w:t>is the first release of the h5edit tool</w:t>
      </w:r>
      <w:r>
        <w:rPr>
          <w:lang w:eastAsia="ko-KR"/>
        </w:rPr>
        <w:t xml:space="preserve">. </w:t>
      </w:r>
      <w:r w:rsidR="00DA281C">
        <w:rPr>
          <w:lang w:eastAsia="ko-KR"/>
        </w:rPr>
        <w:t>Please</w:t>
      </w:r>
      <w:r>
        <w:rPr>
          <w:lang w:eastAsia="ko-KR"/>
        </w:rPr>
        <w:t xml:space="preserve"> send us </w:t>
      </w:r>
      <w:r w:rsidR="00DA281C">
        <w:rPr>
          <w:lang w:eastAsia="ko-KR"/>
        </w:rPr>
        <w:t xml:space="preserve">your </w:t>
      </w:r>
      <w:r>
        <w:rPr>
          <w:lang w:eastAsia="ko-KR"/>
        </w:rPr>
        <w:t>c</w:t>
      </w:r>
      <w:r w:rsidR="009A66E7">
        <w:rPr>
          <w:lang w:eastAsia="ko-KR"/>
        </w:rPr>
        <w:t>omments and suggestions</w:t>
      </w:r>
      <w:r>
        <w:rPr>
          <w:lang w:eastAsia="ko-KR"/>
        </w:rPr>
        <w:t xml:space="preserve"> to </w:t>
      </w:r>
      <w:hyperlink r:id="rId8" w:history="1">
        <w:r w:rsidRPr="00D84AC3">
          <w:rPr>
            <w:rStyle w:val="Hyperlink"/>
            <w:lang w:eastAsia="ko-KR"/>
          </w:rPr>
          <w:t>help@hdfgroup.org</w:t>
        </w:r>
      </w:hyperlink>
      <w:r>
        <w:rPr>
          <w:lang w:eastAsia="ko-KR"/>
        </w:rPr>
        <w:t>.</w:t>
      </w:r>
    </w:p>
    <w:p w:rsidR="00340D01" w:rsidRDefault="00AD0BAF" w:rsidP="00340D01">
      <w:pPr>
        <w:jc w:val="center"/>
      </w:pPr>
      <w:r>
        <w:pict>
          <v:rect id="_x0000_i1025" style="width:496.8pt;height:1.5pt" o:hralign="center" o:hrstd="t" o:hr="t" fillcolor="#a0a0a0" stroked="f"/>
        </w:pict>
      </w:r>
    </w:p>
    <w:p w:rsidR="000B3D58" w:rsidRPr="00340D01" w:rsidRDefault="00340D01" w:rsidP="00340D01">
      <w:r>
        <w:t>Last revised: 2011/0</w:t>
      </w:r>
      <w:r w:rsidR="00531115">
        <w:t>8/15</w:t>
      </w:r>
    </w:p>
    <w:sectPr w:rsidR="000B3D58" w:rsidRPr="00340D01" w:rsidSect="005B5DAC">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68B" w:rsidRDefault="00C8168B" w:rsidP="00F52DB0">
      <w:r>
        <w:separator/>
      </w:r>
    </w:p>
  </w:endnote>
  <w:endnote w:type="continuationSeparator" w:id="0">
    <w:p w:rsidR="00C8168B" w:rsidRDefault="00C8168B" w:rsidP="00F5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A65312" w:rsidRPr="005B5DAC" w:rsidRDefault="005B5DAC" w:rsidP="005B5DAC">
            <w:pPr>
              <w:pStyle w:val="HDFFooter"/>
            </w:pPr>
            <w:r>
              <w:rPr>
                <w:noProof/>
              </w:rPr>
              <w:drawing>
                <wp:anchor distT="0" distB="0" distL="0" distR="0" simplePos="0" relativeHeight="251662336"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1.0.0</w:t>
            </w:r>
            <w:r>
              <w:tab/>
              <w:t xml:space="preserve">Page </w:t>
            </w:r>
            <w:fldSimple w:instr=" PAGE ">
              <w:r w:rsidR="00531115">
                <w:rPr>
                  <w:noProof/>
                </w:rPr>
                <w:t>7</w:t>
              </w:r>
            </w:fldSimple>
            <w:r>
              <w:t xml:space="preserve"> of </w:t>
            </w:r>
            <w:fldSimple w:instr=" NUMPAGES  ">
              <w:r w:rsidR="00531115">
                <w:rPr>
                  <w:noProof/>
                </w:rPr>
                <w:t>7</w:t>
              </w:r>
            </w:fldSimple>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83"/>
      <w:docPartObj>
        <w:docPartGallery w:val="Page Numbers (Bottom of Page)"/>
        <w:docPartUnique/>
      </w:docPartObj>
    </w:sdtPr>
    <w:sdtContent>
      <w:sdt>
        <w:sdtPr>
          <w:id w:val="1478484"/>
          <w:docPartObj>
            <w:docPartGallery w:val="Page Numbers (Top of Page)"/>
            <w:docPartUnique/>
          </w:docPartObj>
        </w:sdtPr>
        <w:sdtContent>
          <w:p w:rsidR="00A65312" w:rsidRDefault="00A65312"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Pr>
                  <w:noProof/>
                </w:rPr>
                <w:t>1</w:t>
              </w:r>
            </w:fldSimple>
            <w:r>
              <w:t xml:space="preserve"> of </w:t>
            </w:r>
            <w:fldSimple w:instr=" NUMPAGES  ">
              <w:r w:rsidR="0073523A">
                <w:rPr>
                  <w:noProof/>
                </w:rPr>
                <w:t>7</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68B" w:rsidRDefault="00C8168B" w:rsidP="00F52DB0">
      <w:r>
        <w:separator/>
      </w:r>
    </w:p>
  </w:footnote>
  <w:footnote w:type="continuationSeparator" w:id="0">
    <w:p w:rsidR="00C8168B" w:rsidRDefault="00C8168B" w:rsidP="00F5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12" w:rsidRDefault="00A65312"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rsidR="00A65312" w:rsidRPr="005874CB" w:rsidRDefault="00A65312" w:rsidP="005874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5">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0">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6"/>
  </w:num>
  <w:num w:numId="3">
    <w:abstractNumId w:val="3"/>
  </w:num>
  <w:num w:numId="4">
    <w:abstractNumId w:val="2"/>
  </w:num>
  <w:num w:numId="5">
    <w:abstractNumId w:val="1"/>
  </w:num>
  <w:num w:numId="6">
    <w:abstractNumId w:val="0"/>
  </w:num>
  <w:num w:numId="7">
    <w:abstractNumId w:val="11"/>
  </w:num>
  <w:num w:numId="8">
    <w:abstractNumId w:val="15"/>
  </w:num>
  <w:num w:numId="9">
    <w:abstractNumId w:val="24"/>
  </w:num>
  <w:num w:numId="10">
    <w:abstractNumId w:val="21"/>
  </w:num>
  <w:num w:numId="11">
    <w:abstractNumId w:val="22"/>
  </w:num>
  <w:num w:numId="12">
    <w:abstractNumId w:val="23"/>
  </w:num>
  <w:num w:numId="13">
    <w:abstractNumId w:val="14"/>
  </w:num>
  <w:num w:numId="14">
    <w:abstractNumId w:val="19"/>
  </w:num>
  <w:num w:numId="15">
    <w:abstractNumId w:val="20"/>
  </w:num>
  <w:num w:numId="16">
    <w:abstractNumId w:val="7"/>
  </w:num>
  <w:num w:numId="17">
    <w:abstractNumId w:val="13"/>
  </w:num>
  <w:num w:numId="18">
    <w:abstractNumId w:val="16"/>
  </w:num>
  <w:num w:numId="19">
    <w:abstractNumId w:val="18"/>
  </w:num>
  <w:num w:numId="20">
    <w:abstractNumId w:val="25"/>
  </w:num>
  <w:num w:numId="21">
    <w:abstractNumId w:val="5"/>
  </w:num>
  <w:num w:numId="22">
    <w:abstractNumId w:val="10"/>
  </w:num>
  <w:num w:numId="23">
    <w:abstractNumId w:val="30"/>
  </w:num>
  <w:num w:numId="24">
    <w:abstractNumId w:val="28"/>
  </w:num>
  <w:num w:numId="25">
    <w:abstractNumId w:val="29"/>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7"/>
  </w:num>
  <w:num w:numId="33">
    <w:abstractNumId w:val="27"/>
  </w:num>
  <w:num w:numId="34">
    <w:abstractNumId w:val="8"/>
  </w:num>
  <w:num w:numId="35">
    <w:abstractNumId w:val="3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attachedTemplate r:id="rId1"/>
  <w:stylePaneFormatFilter w:val="1004"/>
  <w:doNotTrackMoves/>
  <w:defaultTabStop w:val="720"/>
  <w:drawingGridHorizontalSpacing w:val="120"/>
  <w:displayHorizontalDrawingGridEvery w:val="2"/>
  <w:characterSpacingControl w:val="doNotCompress"/>
  <w:hdrShapeDefaults>
    <o:shapedefaults v:ext="edit" spidmax="105474"/>
  </w:hdrShapeDefaults>
  <w:footnotePr>
    <w:footnote w:id="-1"/>
    <w:footnote w:id="0"/>
  </w:footnotePr>
  <w:endnotePr>
    <w:endnote w:id="-1"/>
    <w:endnote w:id="0"/>
  </w:endnotePr>
  <w:compat>
    <w:useFELayout/>
  </w:compat>
  <w:rsids>
    <w:rsidRoot w:val="00534FC6"/>
    <w:rsid w:val="00005766"/>
    <w:rsid w:val="00006708"/>
    <w:rsid w:val="00010A1C"/>
    <w:rsid w:val="00012202"/>
    <w:rsid w:val="00013591"/>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E3034"/>
    <w:rsid w:val="000E33BA"/>
    <w:rsid w:val="000E43D2"/>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5414"/>
    <w:rsid w:val="00314127"/>
    <w:rsid w:val="00316B8A"/>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6D6B"/>
    <w:rsid w:val="00626E38"/>
    <w:rsid w:val="00631DC3"/>
    <w:rsid w:val="00632708"/>
    <w:rsid w:val="00634F72"/>
    <w:rsid w:val="00635DD4"/>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656A"/>
    <w:rsid w:val="00870606"/>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16D6"/>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56168"/>
    <w:rsid w:val="00F6160C"/>
    <w:rsid w:val="00F61B7A"/>
    <w:rsid w:val="00F61E4F"/>
    <w:rsid w:val="00F638C1"/>
    <w:rsid w:val="00F66A40"/>
    <w:rsid w:val="00F67410"/>
    <w:rsid w:val="00F72046"/>
    <w:rsid w:val="00F72BFD"/>
    <w:rsid w:val="00F73CEC"/>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help@hdfgroup.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8CED2-2B8D-4638-9AB4-BB95A18B5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Template>
  <TotalTime>4019</TotalTime>
  <Pages>7</Pages>
  <Words>1774</Words>
  <Characters>10114</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20</cp:revision>
  <cp:lastPrinted>2011-07-28T20:31:00Z</cp:lastPrinted>
  <dcterms:created xsi:type="dcterms:W3CDTF">2010-12-21T03:08:00Z</dcterms:created>
  <dcterms:modified xsi:type="dcterms:W3CDTF">2011-08-15T13:29:00Z</dcterms:modified>
</cp:coreProperties>
</file>